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752390"/>
      <w:bookmarkEnd w:id="0"/>
      <w:r>
        <w:rPr>
          <w:rFonts w:ascii="Arial" w:hAnsi="Arial"/>
          <w:b/>
        </w:rPr>
        <w:t>Algemene beschrijving</w:t>
      </w:r>
    </w:p>
    <w:p w:rsidR="00CA09B9" w:rsidRDefault="00666E4A" w:rsidP="008C5A75">
      <w:pPr>
        <w:rPr>
          <w:lang w:val="fr-BE"/>
        </w:rPr>
      </w:pPr>
      <w:bookmarkStart w:id="1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</w:p>
    <w:p w:rsidR="00CA09B9" w:rsidRDefault="00CA09B9" w:rsidP="00CA09B9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vormgeving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A027AC" w:rsidRPr="00C1077D" w:rsidRDefault="00A027AC" w:rsidP="00A027AC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1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Default="00480FD6" w:rsidP="00CE7BC3">
      <w:r>
        <w:t xml:space="preserve">Afvoer naar achter </w:t>
      </w:r>
    </w:p>
    <w:p w:rsidR="00CA09B9" w:rsidRPr="00480FD6" w:rsidRDefault="00CA09B9" w:rsidP="00CE7BC3">
      <w:r>
        <w:t>Zichtbare bevestiging</w:t>
      </w:r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</w:t>
      </w:r>
      <w:r w:rsidR="009F0B9F">
        <w:t>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9F0B9F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9F0B9F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94F33" w:rsidRDefault="00CA09B9" w:rsidP="00694F33"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070C42">
        <w:t>s</w:t>
      </w:r>
      <w:bookmarkStart w:id="2" w:name="_GoBack"/>
      <w:bookmarkEnd w:id="2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CA09B9" w:rsidRDefault="00CA09B9" w:rsidP="00694F33"/>
    <w:p w:rsidR="00CA09B9" w:rsidRDefault="00CA09B9" w:rsidP="00694F33"/>
    <w:p w:rsidR="00CA09B9" w:rsidRDefault="00CA09B9" w:rsidP="00694F33"/>
    <w:p w:rsidR="00CA09B9" w:rsidRDefault="00CA09B9" w:rsidP="00694F33"/>
    <w:p w:rsidR="00CA09B9" w:rsidRDefault="00CA09B9" w:rsidP="00694F33"/>
    <w:p w:rsidR="00CA09B9" w:rsidRPr="00694F33" w:rsidRDefault="00CA09B9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CA09B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2D7D9EB" wp14:editId="5DD010EB">
            <wp:extent cx="4048125" cy="4109229"/>
            <wp:effectExtent l="0" t="0" r="0" b="571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53236" cy="4114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B9F" w:rsidRDefault="009F0B9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B9F" w:rsidRDefault="009F0B9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B9F" w:rsidRDefault="009F0B9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9F0B9F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9F0B9F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</w:p>
  <w:p w:rsidR="00025544" w:rsidRPr="003E31F1" w:rsidRDefault="00A027AC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kaars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B9F" w:rsidRDefault="009F0B9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70C42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5BA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B9F"/>
    <w:rsid w:val="009F0F4E"/>
    <w:rsid w:val="009F3A2E"/>
    <w:rsid w:val="009F74ED"/>
    <w:rsid w:val="00A027AC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09B9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0DFFB3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BF2CC80-7C58-4B70-879F-B29B5329C137}"/>
</file>

<file path=customXml/itemProps2.xml><?xml version="1.0" encoding="utf-8"?>
<ds:datastoreItem xmlns:ds="http://schemas.openxmlformats.org/officeDocument/2006/customXml" ds:itemID="{1BA2A410-8612-43A1-80F6-8F4CD44E4524}"/>
</file>

<file path=customXml/itemProps3.xml><?xml version="1.0" encoding="utf-8"?>
<ds:datastoreItem xmlns:ds="http://schemas.openxmlformats.org/officeDocument/2006/customXml" ds:itemID="{5A571595-8DE8-4662-936D-90C77A3F4A6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</TotalTime>
  <Pages>2</Pages>
  <Words>149</Words>
  <Characters>926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